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EF1E2" w14:textId="08895341" w:rsidR="006E5D65" w:rsidRPr="006432D5" w:rsidRDefault="00CD6897" w:rsidP="5D8DDB10">
      <w:pPr>
        <w:spacing w:line="240" w:lineRule="auto"/>
        <w:jc w:val="right"/>
        <w:rPr>
          <w:rFonts w:ascii="Corbel" w:hAnsi="Corbel"/>
          <w:i/>
          <w:iCs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="00D8678B" w:rsidRPr="5D8DDB10">
        <w:rPr>
          <w:rFonts w:ascii="Corbel" w:hAnsi="Corbel"/>
          <w:i/>
          <w:iCs/>
        </w:rPr>
        <w:t xml:space="preserve">Załącznik nr </w:t>
      </w:r>
      <w:r w:rsidR="006F31E2" w:rsidRPr="5D8DDB10">
        <w:rPr>
          <w:rFonts w:ascii="Corbel" w:hAnsi="Corbel"/>
          <w:i/>
          <w:iCs/>
        </w:rPr>
        <w:t>1.5</w:t>
      </w:r>
      <w:r w:rsidR="00D8678B" w:rsidRPr="5D8DDB10">
        <w:rPr>
          <w:rFonts w:ascii="Corbel" w:hAnsi="Corbel"/>
          <w:i/>
          <w:iCs/>
        </w:rPr>
        <w:t xml:space="preserve"> do Zarządzenia</w:t>
      </w:r>
      <w:r w:rsidR="002A22BF" w:rsidRPr="5D8DDB10">
        <w:rPr>
          <w:rFonts w:ascii="Corbel" w:hAnsi="Corbel"/>
          <w:i/>
          <w:iCs/>
        </w:rPr>
        <w:t xml:space="preserve"> Rektora </w:t>
      </w:r>
      <w:proofErr w:type="spellStart"/>
      <w:r w:rsidR="002A22BF" w:rsidRPr="5D8DDB10">
        <w:rPr>
          <w:rFonts w:ascii="Corbel" w:hAnsi="Corbel"/>
          <w:i/>
          <w:iCs/>
        </w:rPr>
        <w:t>UR</w:t>
      </w:r>
      <w:proofErr w:type="spellEnd"/>
      <w:r w:rsidR="002A22BF" w:rsidRPr="5D8DDB10">
        <w:rPr>
          <w:rFonts w:ascii="Corbel" w:hAnsi="Corbel"/>
          <w:i/>
          <w:iCs/>
        </w:rPr>
        <w:t xml:space="preserve"> </w:t>
      </w:r>
      <w:r w:rsidRPr="5D8DDB10">
        <w:rPr>
          <w:rFonts w:ascii="Corbel" w:hAnsi="Corbel"/>
          <w:i/>
          <w:iCs/>
        </w:rPr>
        <w:t xml:space="preserve">nr </w:t>
      </w:r>
      <w:r w:rsidR="00F17567" w:rsidRPr="5D8DDB10">
        <w:rPr>
          <w:rFonts w:ascii="Corbel" w:hAnsi="Corbel"/>
          <w:i/>
          <w:iCs/>
        </w:rPr>
        <w:t>12/2019</w:t>
      </w:r>
    </w:p>
    <w:p w14:paraId="2C225E6B" w14:textId="77777777" w:rsidR="0085747A" w:rsidRPr="006432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14:paraId="75EE16D2" w14:textId="0CBDC477" w:rsidR="006432D5" w:rsidRPr="006432D5" w:rsidRDefault="0071620A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432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B0D8D">
        <w:rPr>
          <w:rFonts w:ascii="Corbel" w:hAnsi="Corbel"/>
          <w:i/>
          <w:smallCaps/>
          <w:sz w:val="24"/>
          <w:szCs w:val="24"/>
        </w:rPr>
        <w:t>20</w:t>
      </w:r>
      <w:r w:rsidR="000D20F8">
        <w:rPr>
          <w:rFonts w:ascii="Corbel" w:hAnsi="Corbel"/>
          <w:i/>
          <w:smallCaps/>
          <w:sz w:val="24"/>
          <w:szCs w:val="24"/>
        </w:rPr>
        <w:t>2</w:t>
      </w:r>
      <w:r w:rsidR="004420F8">
        <w:rPr>
          <w:rFonts w:ascii="Corbel" w:hAnsi="Corbel"/>
          <w:i/>
          <w:smallCaps/>
          <w:sz w:val="24"/>
          <w:szCs w:val="24"/>
        </w:rPr>
        <w:t>1</w:t>
      </w:r>
      <w:r w:rsidR="00EB0D8D">
        <w:rPr>
          <w:rFonts w:ascii="Corbel" w:hAnsi="Corbel"/>
          <w:i/>
          <w:smallCaps/>
          <w:sz w:val="24"/>
          <w:szCs w:val="24"/>
        </w:rPr>
        <w:t>-202</w:t>
      </w:r>
      <w:r w:rsidR="004420F8">
        <w:rPr>
          <w:rFonts w:ascii="Corbel" w:hAnsi="Corbel"/>
          <w:i/>
          <w:smallCaps/>
          <w:sz w:val="24"/>
          <w:szCs w:val="24"/>
        </w:rPr>
        <w:t>4</w:t>
      </w:r>
    </w:p>
    <w:p w14:paraId="6E4997E8" w14:textId="173ABA0D" w:rsidR="00445970" w:rsidRPr="006432D5" w:rsidRDefault="00445970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sz w:val="20"/>
          <w:szCs w:val="20"/>
        </w:rPr>
        <w:t>Rok akademicki</w:t>
      </w:r>
      <w:r w:rsidR="006432D5" w:rsidRPr="006432D5">
        <w:rPr>
          <w:rFonts w:ascii="Corbel" w:hAnsi="Corbel"/>
          <w:sz w:val="20"/>
          <w:szCs w:val="20"/>
        </w:rPr>
        <w:t>: 202</w:t>
      </w:r>
      <w:r w:rsidR="004420F8">
        <w:rPr>
          <w:rFonts w:ascii="Corbel" w:hAnsi="Corbel"/>
          <w:sz w:val="20"/>
          <w:szCs w:val="20"/>
        </w:rPr>
        <w:t>3</w:t>
      </w:r>
      <w:r w:rsidR="006432D5" w:rsidRPr="006432D5">
        <w:rPr>
          <w:rFonts w:ascii="Corbel" w:hAnsi="Corbel"/>
          <w:sz w:val="20"/>
          <w:szCs w:val="20"/>
        </w:rPr>
        <w:t>/</w:t>
      </w:r>
      <w:r w:rsidR="00DD220A" w:rsidRPr="006432D5">
        <w:rPr>
          <w:rFonts w:ascii="Corbel" w:hAnsi="Corbel"/>
          <w:sz w:val="20"/>
          <w:szCs w:val="20"/>
        </w:rPr>
        <w:t>202</w:t>
      </w:r>
      <w:r w:rsidR="004420F8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855A063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6A83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="0085747A" w:rsidRPr="006432D5">
        <w:rPr>
          <w:rFonts w:ascii="Corbel" w:hAnsi="Corbel"/>
          <w:szCs w:val="24"/>
        </w:rPr>
        <w:t xml:space="preserve">Podstawowe </w:t>
      </w:r>
      <w:r w:rsidR="00445970" w:rsidRPr="006432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32D5" w14:paraId="11BCCF91" w14:textId="77777777" w:rsidTr="001C56FF">
        <w:tc>
          <w:tcPr>
            <w:tcW w:w="2694" w:type="dxa"/>
            <w:vAlign w:val="center"/>
          </w:tcPr>
          <w:p w14:paraId="3CA127CB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6559" w14:textId="7ACE8681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="0085747A" w:rsidRPr="006432D5" w14:paraId="5EFE61CF" w14:textId="77777777" w:rsidTr="001C56FF">
        <w:tc>
          <w:tcPr>
            <w:tcW w:w="2694" w:type="dxa"/>
            <w:vAlign w:val="center"/>
          </w:tcPr>
          <w:p w14:paraId="1373A50D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FA01D" w14:textId="78773BC4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432D5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6432D5">
              <w:rPr>
                <w:rFonts w:ascii="Corbel" w:hAnsi="Corbel"/>
                <w:b w:val="0"/>
                <w:sz w:val="24"/>
                <w:szCs w:val="24"/>
              </w:rPr>
              <w:t>/C–1.2a</w:t>
            </w:r>
          </w:p>
        </w:tc>
      </w:tr>
      <w:tr w:rsidR="0085747A" w:rsidRPr="006432D5" w14:paraId="6E08613E" w14:textId="77777777" w:rsidTr="001C56FF">
        <w:tc>
          <w:tcPr>
            <w:tcW w:w="2694" w:type="dxa"/>
            <w:vAlign w:val="center"/>
          </w:tcPr>
          <w:p w14:paraId="5FFB23E7" w14:textId="77777777" w:rsidR="0085747A" w:rsidRPr="006432D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32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D4FBA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432D5" w14:paraId="6C2C934F" w14:textId="77777777" w:rsidTr="001C56FF">
        <w:tc>
          <w:tcPr>
            <w:tcW w:w="2694" w:type="dxa"/>
            <w:vAlign w:val="center"/>
          </w:tcPr>
          <w:p w14:paraId="52877D1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D68EAF" w14:textId="3C90B774" w:rsidR="0085747A" w:rsidRPr="006432D5" w:rsidRDefault="002D72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432D5" w:rsidRP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432D5" w14:paraId="24D7CEBA" w14:textId="77777777" w:rsidTr="001C56FF">
        <w:tc>
          <w:tcPr>
            <w:tcW w:w="2694" w:type="dxa"/>
            <w:vAlign w:val="center"/>
          </w:tcPr>
          <w:p w14:paraId="051C1F5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ACD6F" w14:textId="1DBD3781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432D5" w14:paraId="339F1D67" w14:textId="77777777" w:rsidTr="001C56FF">
        <w:tc>
          <w:tcPr>
            <w:tcW w:w="2694" w:type="dxa"/>
            <w:vAlign w:val="center"/>
          </w:tcPr>
          <w:p w14:paraId="06228047" w14:textId="77777777" w:rsidR="0085747A" w:rsidRPr="006432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FDAF0" w14:textId="0D670FA7" w:rsidR="0085747A" w:rsidRPr="006432D5" w:rsidRDefault="00643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6432D5" w14:paraId="5C9F7426" w14:textId="77777777" w:rsidTr="001C56FF">
        <w:tc>
          <w:tcPr>
            <w:tcW w:w="2694" w:type="dxa"/>
            <w:vAlign w:val="center"/>
          </w:tcPr>
          <w:p w14:paraId="7A37C7C4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91C1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432D5" w14:paraId="1AFA1DB0" w14:textId="77777777" w:rsidTr="001C56FF">
        <w:tc>
          <w:tcPr>
            <w:tcW w:w="2694" w:type="dxa"/>
            <w:vAlign w:val="center"/>
          </w:tcPr>
          <w:p w14:paraId="6C37CA3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690B4" w14:textId="769BEFF8" w:rsidR="0085747A" w:rsidRPr="00FF5594" w:rsidRDefault="00FF55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F559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6432D5" w14:paraId="2227D4C0" w14:textId="77777777" w:rsidTr="001C56FF">
        <w:tc>
          <w:tcPr>
            <w:tcW w:w="2694" w:type="dxa"/>
            <w:vAlign w:val="center"/>
          </w:tcPr>
          <w:p w14:paraId="0851A9A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432D5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7294A" w14:textId="06962859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6432D5" w14:paraId="4887DD94" w14:textId="77777777" w:rsidTr="001C56FF">
        <w:tc>
          <w:tcPr>
            <w:tcW w:w="2694" w:type="dxa"/>
            <w:vAlign w:val="center"/>
          </w:tcPr>
          <w:p w14:paraId="6D198D8F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88F8E" w14:textId="2A057DA9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432D5" w14:paraId="146C754F" w14:textId="77777777" w:rsidTr="001C56FF">
        <w:tc>
          <w:tcPr>
            <w:tcW w:w="2694" w:type="dxa"/>
            <w:vAlign w:val="center"/>
          </w:tcPr>
          <w:p w14:paraId="1F4C49F0" w14:textId="77777777" w:rsidR="00923D7D" w:rsidRPr="006432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BD477D" w14:textId="77777777" w:rsidR="00923D7D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56FF" w:rsidRPr="006432D5" w14:paraId="5B0125D4" w14:textId="77777777" w:rsidTr="001C56FF">
        <w:tc>
          <w:tcPr>
            <w:tcW w:w="2694" w:type="dxa"/>
            <w:vAlign w:val="center"/>
          </w:tcPr>
          <w:p w14:paraId="1FDD0495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59A66" w14:textId="0CC75198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1C56FF" w:rsidRPr="006432D5" w14:paraId="41E9C3CA" w14:textId="77777777" w:rsidTr="001C56FF">
        <w:tc>
          <w:tcPr>
            <w:tcW w:w="2694" w:type="dxa"/>
            <w:vAlign w:val="center"/>
          </w:tcPr>
          <w:p w14:paraId="561509B6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260D7" w14:textId="58F6CEE5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008F241" w14:textId="0F6C1856" w:rsidR="0085747A" w:rsidRPr="006432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="00B90885" w:rsidRPr="006432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32D5">
        <w:rPr>
          <w:rFonts w:ascii="Corbel" w:hAnsi="Corbel"/>
          <w:b w:val="0"/>
          <w:sz w:val="24"/>
          <w:szCs w:val="24"/>
        </w:rPr>
        <w:t>e,</w:t>
      </w:r>
      <w:r w:rsidR="001C56FF" w:rsidRPr="006432D5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32D5">
        <w:rPr>
          <w:rFonts w:ascii="Corbel" w:hAnsi="Corbel"/>
          <w:b w:val="0"/>
          <w:i/>
          <w:sz w:val="24"/>
          <w:szCs w:val="24"/>
        </w:rPr>
        <w:t>w Jednostce</w:t>
      </w:r>
    </w:p>
    <w:p w14:paraId="39C0EF98" w14:textId="45D044F9" w:rsidR="0085747A" w:rsidRPr="006432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="00E22FBC" w:rsidRPr="006432D5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="006432D5" w:rsidRP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6432D5">
        <w:rPr>
          <w:rFonts w:ascii="Corbel" w:hAnsi="Corbel"/>
          <w:sz w:val="24"/>
          <w:szCs w:val="24"/>
        </w:rPr>
        <w:t>ECTS</w:t>
      </w:r>
      <w:proofErr w:type="spellEnd"/>
      <w:r w:rsidRPr="006432D5">
        <w:rPr>
          <w:rFonts w:ascii="Corbel" w:hAnsi="Corbel"/>
          <w:sz w:val="24"/>
          <w:szCs w:val="24"/>
        </w:rPr>
        <w:t xml:space="preserve"> </w:t>
      </w:r>
    </w:p>
    <w:p w14:paraId="39B462FA" w14:textId="77777777" w:rsidR="00923D7D" w:rsidRPr="006432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432D5" w14:paraId="7D9435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14:paraId="09AD7095" w14:textId="77777777" w:rsidR="00015B8F" w:rsidRPr="006432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="00363F78" w:rsidRPr="006432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9A9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Wykł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7D0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D43A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Konw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A7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12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Sem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FF3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CB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Prakt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CBE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F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="00B90885" w:rsidRPr="006432D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6432D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6432D5" w14:paraId="725F4021" w14:textId="77777777" w:rsidTr="009D4E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F56" w14:textId="40EE595C" w:rsidR="00015B8F" w:rsidRPr="006432D5" w:rsidRDefault="001C56FF" w:rsidP="009D4E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B9F9" w14:textId="118533E3" w:rsidR="00015B8F" w:rsidRPr="006432D5" w:rsidRDefault="00FF5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63B" w14:textId="0F759664" w:rsidR="00015B8F" w:rsidRPr="006432D5" w:rsidRDefault="00FF55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7EF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EC7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8F8C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418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5ED6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3CB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A99" w14:textId="5D931210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2B14E5" w14:textId="77777777" w:rsidR="00923D7D" w:rsidRPr="006432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EFAEA7" w14:textId="77777777" w:rsidR="0085747A" w:rsidRPr="006432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="00E22FBC" w:rsidRPr="006432D5">
        <w:rPr>
          <w:rFonts w:ascii="Corbel" w:hAnsi="Corbel"/>
          <w:smallCaps w:val="0"/>
          <w:szCs w:val="24"/>
        </w:rPr>
        <w:t>2</w:t>
      </w:r>
      <w:r w:rsidR="00F83B28" w:rsidRPr="006432D5">
        <w:rPr>
          <w:rFonts w:ascii="Corbel" w:hAnsi="Corbel"/>
          <w:smallCaps w:val="0"/>
          <w:szCs w:val="24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14:paraId="2C0C2C9D" w14:textId="7AD06A74" w:rsidR="0085747A" w:rsidRPr="006432D5" w:rsidRDefault="006432D5" w:rsidP="5D8DDB1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eastAsia="MS Gothic" w:hAnsi="Corbel" w:cs="MS Gothic"/>
          <w:b w:val="0"/>
        </w:rPr>
        <w:t>x</w:t>
      </w:r>
      <w:r w:rsidR="0085747A" w:rsidRPr="5D8DDB10">
        <w:rPr>
          <w:rFonts w:ascii="Corbel" w:hAnsi="Corbel"/>
          <w:b w:val="0"/>
          <w:smallCaps w:val="0"/>
        </w:rPr>
        <w:t xml:space="preserve"> zajęcia w formie tradycyjnej</w:t>
      </w:r>
      <w:r w:rsidR="00AF2875">
        <w:rPr>
          <w:rFonts w:ascii="Corbel" w:hAnsi="Corbel"/>
          <w:b w:val="0"/>
          <w:smallCaps w:val="0"/>
        </w:rPr>
        <w:t xml:space="preserve"> </w:t>
      </w:r>
      <w:r w:rsidR="00AF2875" w:rsidRPr="00AF2875">
        <w:rPr>
          <w:rFonts w:ascii="Corbel" w:hAnsi="Corbel"/>
          <w:b w:val="0"/>
          <w:smallCaps w:val="0"/>
        </w:rPr>
        <w:t>(lub zdalnie z wykorzystaniem platformy Ms </w:t>
      </w:r>
      <w:proofErr w:type="spellStart"/>
      <w:r w:rsidR="00AF2875" w:rsidRPr="00AF2875">
        <w:rPr>
          <w:rFonts w:ascii="Corbel" w:hAnsi="Corbel"/>
          <w:b w:val="0"/>
          <w:smallCaps w:val="0"/>
        </w:rPr>
        <w:t>Teams</w:t>
      </w:r>
      <w:proofErr w:type="spellEnd"/>
      <w:r w:rsidR="00AF2875" w:rsidRPr="00AF2875">
        <w:rPr>
          <w:rFonts w:ascii="Corbel" w:hAnsi="Corbel"/>
          <w:b w:val="0"/>
          <w:smallCaps w:val="0"/>
        </w:rPr>
        <w:t>)</w:t>
      </w:r>
      <w:r w:rsidR="00AF2875" w:rsidRPr="00AF2875">
        <w:rPr>
          <w:rFonts w:ascii="Corbel" w:hAnsi="Corbel"/>
          <w:b w:val="0"/>
          <w:bCs/>
          <w:smallCaps w:val="0"/>
        </w:rPr>
        <w:t> </w:t>
      </w:r>
    </w:p>
    <w:p w14:paraId="6A1844BF" w14:textId="534D98B2" w:rsidR="0085747A" w:rsidRPr="006432D5" w:rsidRDefault="00643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432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1C136" w14:textId="77777777" w:rsidR="00EA5AB8" w:rsidRPr="006432D5" w:rsidRDefault="00EA5AB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5A7F5" w14:textId="6CBB4B5F" w:rsidR="00E22FBC" w:rsidRPr="006432D5" w:rsidRDefault="00E22FBC" w:rsidP="5D8DD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="006432D5" w:rsidRPr="5D8DDB10">
        <w:rPr>
          <w:rFonts w:ascii="Corbel" w:hAnsi="Corbel"/>
          <w:smallCaps w:val="0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="00445970" w:rsidRPr="5D8DDB1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14:paraId="2D16895F" w14:textId="5344ABE0" w:rsidR="001C56FF" w:rsidRPr="006432D5" w:rsidRDefault="001C56FF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zaliczenie z oceną</w:t>
      </w:r>
    </w:p>
    <w:p w14:paraId="41475CC2" w14:textId="77777777" w:rsidR="00E960BB" w:rsidRPr="006432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E4881" w14:textId="660AB12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14:paraId="433A1E26" w14:textId="77777777" w:rsidR="006432D5" w:rsidRPr="006432D5" w:rsidRDefault="0064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7AC12265" w14:textId="77777777" w:rsidTr="00745302">
        <w:tc>
          <w:tcPr>
            <w:tcW w:w="9670" w:type="dxa"/>
          </w:tcPr>
          <w:p w14:paraId="78E16A8A" w14:textId="507FF11A" w:rsidR="0085747A" w:rsidRPr="006432D5" w:rsidRDefault="00346A51" w:rsidP="006432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14:paraId="5E517D0B" w14:textId="77777777" w:rsidR="00153C41" w:rsidRPr="006432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6EEAD" w14:textId="27A36582" w:rsidR="0085747A" w:rsidRPr="006432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="00A84C85" w:rsidRPr="006432D5">
        <w:rPr>
          <w:rFonts w:ascii="Corbel" w:hAnsi="Corbel"/>
          <w:szCs w:val="24"/>
        </w:rPr>
        <w:t>cele, efekty uczenia się</w:t>
      </w:r>
      <w:r w:rsidR="0085747A" w:rsidRPr="006432D5">
        <w:rPr>
          <w:rFonts w:ascii="Corbel" w:hAnsi="Corbel"/>
          <w:szCs w:val="24"/>
        </w:rPr>
        <w:t>, treści Programowe i stosowane metody Dydaktyczne</w:t>
      </w:r>
    </w:p>
    <w:p w14:paraId="116F615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F59E5E" w14:textId="4279ED90" w:rsidR="0085747A" w:rsidRPr="006432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lastRenderedPageBreak/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="00C05F44" w:rsidRPr="006432D5">
        <w:rPr>
          <w:rFonts w:ascii="Corbel" w:hAnsi="Corbel"/>
          <w:sz w:val="24"/>
          <w:szCs w:val="24"/>
        </w:rPr>
        <w:t>Cele przedmiotu</w:t>
      </w:r>
    </w:p>
    <w:p w14:paraId="5D25FAF2" w14:textId="15190D21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A51" w:rsidRPr="006432D5" w14:paraId="5466CEEB" w14:textId="77777777" w:rsidTr="0027296A">
        <w:tc>
          <w:tcPr>
            <w:tcW w:w="851" w:type="dxa"/>
            <w:vAlign w:val="center"/>
          </w:tcPr>
          <w:p w14:paraId="79135AC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8E83E5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</w:t>
            </w:r>
            <w:proofErr w:type="spellStart"/>
            <w:r w:rsidRPr="006432D5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 współzależności występujących we współczesnej, dynamicznej gospodarce światowej. </w:t>
            </w:r>
          </w:p>
        </w:tc>
      </w:tr>
      <w:tr w:rsidR="00346A51" w:rsidRPr="006432D5" w14:paraId="35E99286" w14:textId="77777777" w:rsidTr="0027296A">
        <w:tc>
          <w:tcPr>
            <w:tcW w:w="851" w:type="dxa"/>
            <w:vAlign w:val="center"/>
          </w:tcPr>
          <w:p w14:paraId="071CE86A" w14:textId="77777777" w:rsidR="00346A51" w:rsidRPr="006432D5" w:rsidRDefault="00346A51" w:rsidP="002729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0CD23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="00346A51" w:rsidRPr="006432D5" w14:paraId="7E484263" w14:textId="77777777" w:rsidTr="0027296A">
        <w:tc>
          <w:tcPr>
            <w:tcW w:w="851" w:type="dxa"/>
            <w:vAlign w:val="center"/>
          </w:tcPr>
          <w:p w14:paraId="5CA6F2F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C4219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="00346A51" w:rsidRPr="006432D5" w14:paraId="044E1CCD" w14:textId="77777777" w:rsidTr="0027296A">
        <w:tc>
          <w:tcPr>
            <w:tcW w:w="851" w:type="dxa"/>
            <w:vAlign w:val="center"/>
          </w:tcPr>
          <w:p w14:paraId="3527CF32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44752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="00346A51" w:rsidRPr="006432D5" w14:paraId="186189C5" w14:textId="77777777" w:rsidTr="0027296A">
        <w:tc>
          <w:tcPr>
            <w:tcW w:w="851" w:type="dxa"/>
            <w:vAlign w:val="center"/>
          </w:tcPr>
          <w:p w14:paraId="43B3A596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DE43F6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14:paraId="7D195E16" w14:textId="77777777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p w14:paraId="65B8434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4D4F" w14:textId="5A9B9623" w:rsidR="001D7B54" w:rsidRPr="006432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="001D7B54" w:rsidRPr="006432D5">
        <w:rPr>
          <w:rFonts w:ascii="Corbel" w:hAnsi="Corbel"/>
          <w:b/>
          <w:sz w:val="24"/>
          <w:szCs w:val="24"/>
        </w:rPr>
        <w:t xml:space="preserve">Efekty </w:t>
      </w:r>
      <w:r w:rsidR="00C05F44" w:rsidRPr="006432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32D5">
        <w:rPr>
          <w:rFonts w:ascii="Corbel" w:hAnsi="Corbel"/>
          <w:b/>
          <w:sz w:val="24"/>
          <w:szCs w:val="24"/>
        </w:rPr>
        <w:t>dla przedmiotu</w:t>
      </w:r>
    </w:p>
    <w:p w14:paraId="3F17C616" w14:textId="77777777" w:rsidR="001D7B54" w:rsidRPr="006432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="0024527E" w:rsidRPr="006432D5" w14:paraId="6B7CC5F2" w14:textId="77777777" w:rsidTr="0D7B4F56">
        <w:tc>
          <w:tcPr>
            <w:tcW w:w="1677" w:type="dxa"/>
            <w:vAlign w:val="center"/>
          </w:tcPr>
          <w:p w14:paraId="0E171389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32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552492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2B68B88D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32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A39" w:rsidRPr="006432D5" w14:paraId="2C858E1A" w14:textId="77777777" w:rsidTr="0D7B4F56">
        <w:tc>
          <w:tcPr>
            <w:tcW w:w="1677" w:type="dxa"/>
          </w:tcPr>
          <w:p w14:paraId="7A63AA2D" w14:textId="1AF8E4B9" w:rsidR="007C1A39" w:rsidRPr="006432D5" w:rsidRDefault="7E2868B0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14:paraId="5C8471B6" w14:textId="55A019B6" w:rsidR="007C1A39" w:rsidRPr="006432D5" w:rsidRDefault="7E2868B0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14:paraId="7BBFD773" w14:textId="51B2F08D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="32F5481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FEFD66" w14:textId="02793402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14:paraId="600B4C93" w14:textId="7A487BFC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58C5DC25" w14:textId="77777777" w:rsidTr="0D7B4F56">
        <w:tc>
          <w:tcPr>
            <w:tcW w:w="1677" w:type="dxa"/>
          </w:tcPr>
          <w:p w14:paraId="11128C4A" w14:textId="0A1506DB" w:rsidR="0B570601" w:rsidRDefault="0B570601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14:paraId="027C4C0C" w14:textId="072009DF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4C203B2C" w14:textId="34E1ECF6" w:rsidR="29E6B52E" w:rsidRDefault="29E6B52E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14:paraId="6E618580" w14:textId="61B2D4DD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14:paraId="295EE83A" w14:textId="614E3882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7C1A39" w:rsidRPr="006432D5" w14:paraId="2711693C" w14:textId="77777777" w:rsidTr="0D7B4F56">
        <w:tc>
          <w:tcPr>
            <w:tcW w:w="1677" w:type="dxa"/>
          </w:tcPr>
          <w:p w14:paraId="662E931F" w14:textId="4E6EDA26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AA97899" w:rsidRPr="0D7B4F56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14:paraId="23CEF696" w14:textId="1CC9B368" w:rsidR="007C1A39" w:rsidRPr="006432D5" w:rsidRDefault="11EE45A6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="39FB5F67" w:rsidRPr="0D7B4F56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7B5DAA93" w:rsidRPr="0D7B4F56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14:paraId="622B5F47" w14:textId="49CFA47D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14:paraId="4608CB27" w14:textId="35B189C3" w:rsidR="006432D5" w:rsidRDefault="5DDC4BD1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K_U02</w:t>
            </w:r>
            <w:r w:rsidR="4745B5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112548F" w14:textId="37AF389C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14:paraId="55D6A8AA" w14:textId="47C67624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6C80BC5B" w14:textId="77777777" w:rsidTr="0D7B4F56">
        <w:tc>
          <w:tcPr>
            <w:tcW w:w="1677" w:type="dxa"/>
          </w:tcPr>
          <w:p w14:paraId="561388BB" w14:textId="492FF093" w:rsidR="469D24BA" w:rsidRDefault="469D24B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14:paraId="6DA7A873" w14:textId="606A6162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6477AF13" w14:textId="2789C322" w:rsidR="511D5823" w:rsidRDefault="511D5823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Potrafi wykorzystać wiedzę w doborze metod i narzędzi analizy danych oraz wskazaniu rozwiązań problemów społeczno-gospodarczych w gospodarce światowej, w tym słabiej rozwiniętej,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t xml:space="preserve"> a także przygotować prace 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lastRenderedPageBreak/>
              <w:t>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14:paraId="6C9D23AB" w14:textId="0B5CEF46" w:rsidR="511D5823" w:rsidRDefault="511D582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14:paraId="74CAC71B" w14:textId="4CA5BF68" w:rsidR="511D5823" w:rsidRDefault="196F507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K_U06</w:t>
            </w:r>
          </w:p>
          <w:p w14:paraId="3BB9614A" w14:textId="0C40B53D" w:rsidR="511D5823" w:rsidRDefault="3EE4220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7C1A39" w:rsidRPr="006432D5" w14:paraId="1445D7F7" w14:textId="77777777" w:rsidTr="0D7B4F56">
        <w:tc>
          <w:tcPr>
            <w:tcW w:w="1677" w:type="dxa"/>
          </w:tcPr>
          <w:p w14:paraId="4F53C2C4" w14:textId="29024150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6C82244" w:rsidRPr="0D7B4F5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14:paraId="5B63AE9F" w14:textId="27C95442" w:rsidR="007C1A39" w:rsidRPr="006432D5" w:rsidRDefault="1215BE0C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11EE45A6" w:rsidRPr="0D7B4F5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="6DCE76E0" w:rsidRPr="0D7B4F56">
              <w:rPr>
                <w:rFonts w:ascii="Corbel" w:hAnsi="Corbel"/>
                <w:b w:val="0"/>
                <w:smallCaps w:val="0"/>
              </w:rPr>
              <w:t>.</w:t>
            </w:r>
            <w:r w:rsidR="59F4F0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14:paraId="5C1C2C31" w14:textId="155CD335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14:paraId="1A2EE64D" w14:textId="533CF316" w:rsidR="007C1A39" w:rsidRPr="006432D5" w:rsidRDefault="041A43C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7C1A39" w:rsidRPr="006432D5" w14:paraId="05B8FCC8" w14:textId="77777777" w:rsidTr="0D7B4F56">
        <w:tc>
          <w:tcPr>
            <w:tcW w:w="1677" w:type="dxa"/>
          </w:tcPr>
          <w:p w14:paraId="04F72B36" w14:textId="05540BA6" w:rsidR="007C1A39" w:rsidRPr="006432D5" w:rsidRDefault="2C9C497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248A1908" w:rsidRPr="0D7B4F5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14:paraId="194167FF" w14:textId="199B5772" w:rsidR="007C1A39" w:rsidRPr="006432D5" w:rsidRDefault="2C9C4975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14:paraId="45CC6EE3" w14:textId="5D525D8E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14:paraId="7D3F7002" w14:textId="5E78E281" w:rsidR="007C1A39" w:rsidRPr="006432D5" w:rsidRDefault="4B1171F6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2C9C4975" w:rsidRPr="0D7B4F56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F9C4F4" w14:textId="3151A5E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="0085747A" w:rsidRPr="006432D5">
        <w:rPr>
          <w:rFonts w:ascii="Corbel" w:hAnsi="Corbel"/>
          <w:b/>
          <w:sz w:val="24"/>
          <w:szCs w:val="24"/>
        </w:rPr>
        <w:t>T</w:t>
      </w:r>
      <w:r w:rsidR="001D7B54" w:rsidRPr="006432D5">
        <w:rPr>
          <w:rFonts w:ascii="Corbel" w:hAnsi="Corbel"/>
          <w:b/>
          <w:sz w:val="24"/>
          <w:szCs w:val="24"/>
        </w:rPr>
        <w:t xml:space="preserve">reści programowe </w:t>
      </w:r>
    </w:p>
    <w:p w14:paraId="24556369" w14:textId="77777777" w:rsidR="0030240D" w:rsidRPr="006432D5" w:rsidRDefault="0030240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059A5B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14:paraId="7AD36F3C" w14:textId="77777777" w:rsidR="0030240D" w:rsidRPr="006432D5" w:rsidRDefault="0030240D" w:rsidP="0030240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46A51" w:rsidRPr="006432D5" w14:paraId="3444DCE8" w14:textId="77777777" w:rsidTr="00346A51">
        <w:tc>
          <w:tcPr>
            <w:tcW w:w="9526" w:type="dxa"/>
          </w:tcPr>
          <w:p w14:paraId="71BE8017" w14:textId="77777777" w:rsidR="00346A51" w:rsidRPr="006432D5" w:rsidRDefault="00346A51" w:rsidP="00272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0D43C77F" w14:textId="77777777" w:rsidTr="00346A51">
        <w:tc>
          <w:tcPr>
            <w:tcW w:w="9526" w:type="dxa"/>
          </w:tcPr>
          <w:p w14:paraId="50DB6F25" w14:textId="6F9F1078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="00346A51" w:rsidRPr="006432D5" w14:paraId="169B5D36" w14:textId="77777777" w:rsidTr="00346A51">
        <w:tc>
          <w:tcPr>
            <w:tcW w:w="9526" w:type="dxa"/>
          </w:tcPr>
          <w:p w14:paraId="7C48F992" w14:textId="1CC3AA39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="00346A51" w:rsidRPr="006432D5" w14:paraId="624D8162" w14:textId="77777777" w:rsidTr="00346A51">
        <w:tc>
          <w:tcPr>
            <w:tcW w:w="9526" w:type="dxa"/>
          </w:tcPr>
          <w:p w14:paraId="6153AE2B" w14:textId="1966171D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="00346A51" w:rsidRPr="006432D5" w14:paraId="3406E6A2" w14:textId="77777777" w:rsidTr="00346A51">
        <w:tc>
          <w:tcPr>
            <w:tcW w:w="9526" w:type="dxa"/>
          </w:tcPr>
          <w:p w14:paraId="52697DAB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="00346A51" w:rsidRPr="006432D5" w14:paraId="03D0A2AB" w14:textId="77777777" w:rsidTr="00346A51">
        <w:tc>
          <w:tcPr>
            <w:tcW w:w="9526" w:type="dxa"/>
          </w:tcPr>
          <w:p w14:paraId="07CAA2B5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="00346A51" w:rsidRPr="006432D5" w14:paraId="0DCDCC9E" w14:textId="77777777" w:rsidTr="00346A51">
        <w:tc>
          <w:tcPr>
            <w:tcW w:w="9526" w:type="dxa"/>
          </w:tcPr>
          <w:p w14:paraId="75FD3456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="00346A51" w:rsidRPr="006432D5" w14:paraId="59ADD9D6" w14:textId="77777777" w:rsidTr="00346A51">
        <w:tc>
          <w:tcPr>
            <w:tcW w:w="9526" w:type="dxa"/>
          </w:tcPr>
          <w:p w14:paraId="2B2F892A" w14:textId="5851ACED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="00346A51" w:rsidRPr="006432D5" w14:paraId="512D0D3A" w14:textId="77777777" w:rsidTr="00346A51">
        <w:tc>
          <w:tcPr>
            <w:tcW w:w="9526" w:type="dxa"/>
          </w:tcPr>
          <w:p w14:paraId="7D8ACED0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14:paraId="62F88D5A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53A26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432D5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14:paraId="1C5F4490" w14:textId="77777777" w:rsidR="0030240D" w:rsidRPr="006432D5" w:rsidRDefault="0030240D" w:rsidP="0030240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46A51" w:rsidRPr="006432D5" w14:paraId="29DE8C86" w14:textId="77777777" w:rsidTr="00346A51">
        <w:tc>
          <w:tcPr>
            <w:tcW w:w="9491" w:type="dxa"/>
          </w:tcPr>
          <w:p w14:paraId="35B63365" w14:textId="77777777" w:rsidR="00346A51" w:rsidRPr="006432D5" w:rsidRDefault="00346A51" w:rsidP="0027296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781EDD88" w14:textId="77777777" w:rsidTr="00346A51">
        <w:tc>
          <w:tcPr>
            <w:tcW w:w="9491" w:type="dxa"/>
          </w:tcPr>
          <w:p w14:paraId="59C1BA8F" w14:textId="5063E7A6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ekonomicznego. Fazy wzrostu i cykle koniunkturalne. Przyczyny cykliczności rozwoju wg koncepcji </w:t>
            </w:r>
            <w:proofErr w:type="spellStart"/>
            <w:r w:rsidRPr="006432D5">
              <w:rPr>
                <w:rFonts w:ascii="Corbel" w:hAnsi="Corbel"/>
                <w:sz w:val="24"/>
                <w:szCs w:val="24"/>
              </w:rPr>
              <w:t>endo</w:t>
            </w:r>
            <w:proofErr w:type="spellEnd"/>
            <w:r w:rsidRPr="006432D5">
              <w:rPr>
                <w:rFonts w:ascii="Corbel" w:hAnsi="Corbel"/>
                <w:sz w:val="24"/>
                <w:szCs w:val="24"/>
              </w:rPr>
              <w:t>- i egzogenicznych. Kryzysy gospodarcze i ich skutki w krajach rozwijających się.</w:t>
            </w:r>
          </w:p>
        </w:tc>
      </w:tr>
      <w:tr w:rsidR="00346A51" w:rsidRPr="006432D5" w14:paraId="664E5D02" w14:textId="77777777" w:rsidTr="00346A51">
        <w:tc>
          <w:tcPr>
            <w:tcW w:w="9491" w:type="dxa"/>
          </w:tcPr>
          <w:p w14:paraId="5325A59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="00346A51" w:rsidRPr="006432D5" w14:paraId="74CE730F" w14:textId="77777777" w:rsidTr="00346A51">
        <w:tc>
          <w:tcPr>
            <w:tcW w:w="9491" w:type="dxa"/>
          </w:tcPr>
          <w:p w14:paraId="6752F6AF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="00346A51" w:rsidRPr="006432D5" w14:paraId="1FC9F4B3" w14:textId="77777777" w:rsidTr="00346A51">
        <w:tc>
          <w:tcPr>
            <w:tcW w:w="9491" w:type="dxa"/>
          </w:tcPr>
          <w:p w14:paraId="2F20FE5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="00346A51" w:rsidRPr="006432D5" w14:paraId="70930E5A" w14:textId="77777777" w:rsidTr="00346A51">
        <w:tc>
          <w:tcPr>
            <w:tcW w:w="9491" w:type="dxa"/>
          </w:tcPr>
          <w:p w14:paraId="21BD2722" w14:textId="683437E4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14:paraId="53C59E2C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1D20D" w14:textId="23BAA632" w:rsidR="0085747A" w:rsidRPr="006432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14:paraId="60F43548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9408C" w14:textId="6182C029" w:rsidR="00CA0B49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14:paraId="78653913" w14:textId="1C2BACF4" w:rsidR="00346A51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proofErr w:type="spellStart"/>
      <w:r w:rsidRPr="006432D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6432D5">
        <w:rPr>
          <w:rFonts w:ascii="Corbel" w:hAnsi="Corbel"/>
          <w:b w:val="0"/>
          <w:smallCaps w:val="0"/>
          <w:szCs w:val="24"/>
        </w:rPr>
        <w:t>.</w:t>
      </w:r>
    </w:p>
    <w:p w14:paraId="65B4D9B8" w14:textId="77777777" w:rsidR="00E960BB" w:rsidRPr="006432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148B9" w14:textId="77777777" w:rsidR="0085747A" w:rsidRPr="006432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="0085747A" w:rsidRPr="006432D5">
        <w:rPr>
          <w:rFonts w:ascii="Corbel" w:hAnsi="Corbel"/>
          <w:smallCaps w:val="0"/>
          <w:szCs w:val="24"/>
        </w:rPr>
        <w:t>METODY I KRYTERIA OCENY</w:t>
      </w:r>
    </w:p>
    <w:p w14:paraId="401FDC17" w14:textId="77777777" w:rsidR="00923D7D" w:rsidRPr="006432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B3400" w14:textId="5296BB05" w:rsidR="0085747A" w:rsidRPr="006432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32D5">
        <w:rPr>
          <w:rFonts w:ascii="Corbel" w:hAnsi="Corbel"/>
          <w:smallCaps w:val="0"/>
          <w:szCs w:val="24"/>
        </w:rPr>
        <w:t>uczenia się</w:t>
      </w:r>
    </w:p>
    <w:p w14:paraId="5D16AF1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AA01F5" w:rsidRPr="006432D5" w14:paraId="7B0B23A0" w14:textId="77777777" w:rsidTr="0D7B4F56">
        <w:tc>
          <w:tcPr>
            <w:tcW w:w="1960" w:type="dxa"/>
            <w:vAlign w:val="center"/>
          </w:tcPr>
          <w:p w14:paraId="4A476C41" w14:textId="77777777" w:rsidR="0085747A" w:rsidRPr="006432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110D939" w14:textId="77777777" w:rsidR="0085747A" w:rsidRPr="006432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E6A30DA" w14:textId="77777777" w:rsidR="0085747A" w:rsidRPr="006432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432D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E11088" w14:textId="77777777" w:rsidR="00923D7D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41CA1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432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432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A0B49" w:rsidRPr="006432D5" w14:paraId="0FC0F53F" w14:textId="77777777" w:rsidTr="0D7B4F56">
        <w:tc>
          <w:tcPr>
            <w:tcW w:w="1960" w:type="dxa"/>
          </w:tcPr>
          <w:p w14:paraId="667538B9" w14:textId="0F81E2A3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14:paraId="3A0DFB88" w14:textId="06DDCD57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14:paraId="45776094" w14:textId="5015091E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5D8DDB10" w14:paraId="4379E669" w14:textId="77777777" w:rsidTr="0D7B4F56">
        <w:tc>
          <w:tcPr>
            <w:tcW w:w="1960" w:type="dxa"/>
          </w:tcPr>
          <w:p w14:paraId="332EA306" w14:textId="7D192A17" w:rsidR="5543B1F2" w:rsidRDefault="19B2C38E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14:paraId="66B18E75" w14:textId="06DDCD57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14:paraId="59C1EBE7" w14:textId="5015091E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5D8DDB10" w14:paraId="2A1C8213" w14:textId="77777777" w:rsidTr="0D7B4F56">
        <w:tc>
          <w:tcPr>
            <w:tcW w:w="1960" w:type="dxa"/>
          </w:tcPr>
          <w:p w14:paraId="1876CCDB" w14:textId="4C57D8E2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07C155EE" w:rsidRPr="0D7B4F56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14:paraId="2FBBB81A" w14:textId="5A89B13C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14:paraId="14674569" w14:textId="3BA3AF6B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CA0B49" w:rsidRPr="006432D5" w14:paraId="3081C97F" w14:textId="77777777" w:rsidTr="0D7B4F56">
        <w:tc>
          <w:tcPr>
            <w:tcW w:w="1960" w:type="dxa"/>
          </w:tcPr>
          <w:p w14:paraId="193CBE45" w14:textId="39A43059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466C837A" w:rsidRPr="0D7B4F56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14:paraId="4A5C2E5D" w14:textId="5A89B13C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14:paraId="4D6B82B2" w14:textId="3BA3AF6B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CA0B49" w:rsidRPr="006432D5" w14:paraId="7E798CFF" w14:textId="77777777" w:rsidTr="0D7B4F56">
        <w:tc>
          <w:tcPr>
            <w:tcW w:w="1960" w:type="dxa"/>
          </w:tcPr>
          <w:p w14:paraId="72BE3329" w14:textId="0ED59975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61C9A464" w:rsidRPr="0D7B4F5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14:paraId="05BDAF19" w14:textId="7DE10636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58F307A8" w14:textId="24BCA6F6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CA0B49" w:rsidRPr="006432D5" w14:paraId="1DD8509B" w14:textId="77777777" w:rsidTr="0D7B4F56">
        <w:tc>
          <w:tcPr>
            <w:tcW w:w="1960" w:type="dxa"/>
          </w:tcPr>
          <w:p w14:paraId="1E14D9AA" w14:textId="592F99E6" w:rsidR="00CA0B49" w:rsidRPr="006432D5" w:rsidRDefault="33913898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2A6CC7B8" w:rsidRPr="0D7B4F5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14:paraId="20EF17BD" w14:textId="40689AA1" w:rsidR="00CA0B49" w:rsidRPr="006432D5" w:rsidRDefault="2E8A8666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="33913898" w:rsidRPr="0D7B4F56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0F6E845B" w14:textId="03D6CD01" w:rsidR="00CA0B49" w:rsidRPr="006432D5" w:rsidRDefault="33913898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00394495" w14:textId="77777777" w:rsidR="00923D7D" w:rsidRPr="006432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8B397" w14:textId="6C4E5468" w:rsidR="0085747A" w:rsidRPr="006432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lastRenderedPageBreak/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="0085747A" w:rsidRPr="006432D5">
        <w:rPr>
          <w:rFonts w:ascii="Corbel" w:hAnsi="Corbel"/>
          <w:smallCaps w:val="0"/>
          <w:szCs w:val="24"/>
        </w:rPr>
        <w:t>Warunki zaliczenia przedmiotu (kryteria oceniania)</w:t>
      </w:r>
    </w:p>
    <w:p w14:paraId="58DE68D2" w14:textId="77777777" w:rsidR="00923D7D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540FA771" w14:textId="77777777" w:rsidTr="30172397">
        <w:tc>
          <w:tcPr>
            <w:tcW w:w="9670" w:type="dxa"/>
          </w:tcPr>
          <w:p w14:paraId="249B7ACA" w14:textId="33AC2867" w:rsidR="0085747A" w:rsidRPr="006432D5" w:rsidRDefault="1E072354" w:rsidP="30172397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odstawą zaliczenia</w:t>
            </w:r>
            <w:r w:rsidR="37FCED1E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przedmiotu</w:t>
            </w:r>
            <w:r w:rsidR="384D58D0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 formie ćwiczeń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="40F9605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lub przygotowanie i przedstawienie prezentacji multimedialnej -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(samodzielnie/w grupie), praca grupowa, jedna pisemna praca kontrolna z treści realizowanych</w:t>
            </w:r>
            <w:r w:rsidR="724D732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wykładach i ćwiczeniach (kolokwium: pytania</w:t>
            </w:r>
            <w:r w:rsidR="6ADAAB7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testowe/problemowe/zagadnienia dotyczące interpretacji bieżących danych i tekstów źródłowych)</w:t>
            </w:r>
            <w:r w:rsidR="07890C66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</w:t>
            </w:r>
            <w:r w:rsidR="15BC3DB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</w:t>
            </w:r>
            <w:r w:rsidR="79E67928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51%pkt.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18E79B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3BC5D08D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7E914243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1B5F26D1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14:paraId="13663BC5" w14:textId="577D07A1" w:rsidR="0085747A" w:rsidRPr="006432D5" w:rsidRDefault="3713FB8A" w:rsidP="0D7B4F5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D7B4F56">
              <w:rPr>
                <w:rFonts w:ascii="Corbel" w:eastAsia="Corbel" w:hAnsi="Corbel" w:cs="Corbel"/>
                <w:sz w:val="24"/>
                <w:szCs w:val="24"/>
              </w:rPr>
              <w:t>Wykład – podstawa zaliczenia</w:t>
            </w:r>
            <w:r w:rsidR="21CA9916" w:rsidRPr="0D7B4F56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A4A14C4" w:rsidRPr="0D7B4F56">
              <w:rPr>
                <w:rFonts w:ascii="Corbel" w:eastAsia="Corbel" w:hAnsi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>ocena z ćwiczeń</w:t>
            </w:r>
            <w:r w:rsidR="1D5FCDEA" w:rsidRPr="0D7B4F56">
              <w:rPr>
                <w:rFonts w:ascii="Corbel" w:eastAsia="Corbel" w:hAnsi="Corbel" w:cs="Corbel"/>
                <w:sz w:val="24"/>
                <w:szCs w:val="24"/>
              </w:rPr>
              <w:t>/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kolokw</w:t>
            </w:r>
            <w:r w:rsidR="79FC1446" w:rsidRPr="0D7B4F56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um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uwzględniająca treści z wykładu</w:t>
            </w:r>
            <w:r w:rsidR="11C6436E" w:rsidRPr="0D7B4F56">
              <w:rPr>
                <w:rFonts w:ascii="Corbel" w:eastAsia="Corbel" w:hAnsi="Corbel" w:cs="Corbel"/>
                <w:sz w:val="24"/>
                <w:szCs w:val="24"/>
              </w:rPr>
              <w:t xml:space="preserve">. </w:t>
            </w:r>
          </w:p>
        </w:tc>
      </w:tr>
    </w:tbl>
    <w:p w14:paraId="779780B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14D64" w14:textId="77777777" w:rsidR="009F4610" w:rsidRPr="006432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="00C61DC5" w:rsidRPr="006432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432D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6432D5">
        <w:rPr>
          <w:rFonts w:ascii="Corbel" w:hAnsi="Corbel"/>
          <w:b/>
          <w:sz w:val="24"/>
          <w:szCs w:val="24"/>
        </w:rPr>
        <w:t xml:space="preserve"> </w:t>
      </w:r>
    </w:p>
    <w:p w14:paraId="20729A45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32D5" w14:paraId="5640B049" w14:textId="77777777" w:rsidTr="003E1941">
        <w:tc>
          <w:tcPr>
            <w:tcW w:w="4962" w:type="dxa"/>
            <w:vAlign w:val="center"/>
          </w:tcPr>
          <w:p w14:paraId="67951198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D0EDD3" w14:textId="52878C5F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32D5" w14:paraId="15794667" w14:textId="77777777" w:rsidTr="00923D7D">
        <w:tc>
          <w:tcPr>
            <w:tcW w:w="4962" w:type="dxa"/>
          </w:tcPr>
          <w:p w14:paraId="0AB7CB4C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432D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432D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432D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FECFDE" w14:textId="24371622" w:rsidR="0085747A" w:rsidRPr="006432D5" w:rsidRDefault="00FF5594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6432D5" w14:paraId="494C9E23" w14:textId="77777777" w:rsidTr="00923D7D">
        <w:tc>
          <w:tcPr>
            <w:tcW w:w="4962" w:type="dxa"/>
          </w:tcPr>
          <w:p w14:paraId="688E8D38" w14:textId="77777777" w:rsidR="00C61DC5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CC9933" w14:textId="5439310C" w:rsidR="00C61DC5" w:rsidRPr="006432D5" w:rsidRDefault="00313A6F" w:rsidP="00313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1E1D09" w14:textId="1D8F3CCD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32D5" w14:paraId="2DD8A1F6" w14:textId="77777777" w:rsidTr="00923D7D">
        <w:tc>
          <w:tcPr>
            <w:tcW w:w="4962" w:type="dxa"/>
          </w:tcPr>
          <w:p w14:paraId="20D37698" w14:textId="2DCB767B" w:rsidR="00C61DC5" w:rsidRPr="006432D5" w:rsidRDefault="00C61DC5" w:rsidP="008D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432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432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C282A" w:rsidRPr="006432D5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79770A" w14:textId="6CD575CC" w:rsidR="00C61DC5" w:rsidRPr="006432D5" w:rsidRDefault="00FF5594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6432D5" w14:paraId="3B107881" w14:textId="77777777" w:rsidTr="00923D7D">
        <w:tc>
          <w:tcPr>
            <w:tcW w:w="4962" w:type="dxa"/>
          </w:tcPr>
          <w:p w14:paraId="6ACA206C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AC911" w14:textId="2FFBBF9B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432D5" w14:paraId="070ED72F" w14:textId="77777777" w:rsidTr="00923D7D">
        <w:tc>
          <w:tcPr>
            <w:tcW w:w="4962" w:type="dxa"/>
          </w:tcPr>
          <w:p w14:paraId="01EBB2DA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6432D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A38FB55" w14:textId="67F26BE8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1CE62" w14:textId="77777777" w:rsidR="0085747A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32D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432D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6432D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6377B2A" w14:textId="77777777" w:rsidR="003E1941" w:rsidRPr="006432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CD3DF" w14:textId="77777777" w:rsidR="0085747A" w:rsidRPr="006432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="0085747A" w:rsidRPr="006432D5">
        <w:rPr>
          <w:rFonts w:ascii="Corbel" w:hAnsi="Corbel"/>
          <w:smallCaps w:val="0"/>
          <w:szCs w:val="24"/>
        </w:rPr>
        <w:t>PRAKTYKI ZAWO</w:t>
      </w:r>
      <w:r w:rsidR="009D3F3B" w:rsidRPr="006432D5">
        <w:rPr>
          <w:rFonts w:ascii="Corbel" w:hAnsi="Corbel"/>
          <w:smallCaps w:val="0"/>
          <w:szCs w:val="24"/>
        </w:rPr>
        <w:t>DOWE W RAMACH PRZEDMIOTU</w:t>
      </w:r>
    </w:p>
    <w:p w14:paraId="24D8F525" w14:textId="77777777" w:rsidR="0085747A" w:rsidRPr="006432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432D5" w14:paraId="3C510000" w14:textId="77777777" w:rsidTr="00DD33CF">
        <w:trPr>
          <w:trHeight w:val="397"/>
        </w:trPr>
        <w:tc>
          <w:tcPr>
            <w:tcW w:w="2359" w:type="pct"/>
          </w:tcPr>
          <w:p w14:paraId="32414BD5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06F77C" w14:textId="5D751A1E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432D5" w14:paraId="62F243AF" w14:textId="77777777" w:rsidTr="00DD33CF">
        <w:trPr>
          <w:trHeight w:val="397"/>
        </w:trPr>
        <w:tc>
          <w:tcPr>
            <w:tcW w:w="2359" w:type="pct"/>
          </w:tcPr>
          <w:p w14:paraId="0A79E36F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6CE3A" w14:textId="7077E15D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1B8EC2" w14:textId="718D0986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062EB" w14:textId="77777777" w:rsidR="0085747A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="0085747A" w:rsidRPr="006432D5">
        <w:rPr>
          <w:rFonts w:ascii="Corbel" w:hAnsi="Corbel"/>
          <w:smallCaps w:val="0"/>
          <w:szCs w:val="24"/>
        </w:rPr>
        <w:t>LITERATURA</w:t>
      </w:r>
    </w:p>
    <w:p w14:paraId="681FC549" w14:textId="77777777" w:rsidR="00675843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432D5" w14:paraId="2E8D4285" w14:textId="77777777" w:rsidTr="0D7B4F56">
        <w:trPr>
          <w:trHeight w:val="397"/>
        </w:trPr>
        <w:tc>
          <w:tcPr>
            <w:tcW w:w="5000" w:type="pct"/>
          </w:tcPr>
          <w:p w14:paraId="3A48CBCB" w14:textId="77777777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1FE8620" w14:textId="7E8D638B" w:rsidR="002C41DE" w:rsidRPr="006432D5" w:rsidRDefault="1061849B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="43D11CC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14:paraId="7CAE2892" w14:textId="684CDE19" w:rsidR="002C41DE" w:rsidRPr="006432D5" w:rsidRDefault="43D11CC1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="3104AE93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="3D1486CA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Bartkowiak</w:t>
            </w:r>
            <w:r w:rsidR="6A918E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14:paraId="25E0724A" w14:textId="44D67FB0" w:rsidR="002C41DE" w:rsidRPr="006432D5" w:rsidRDefault="16C054A5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="15C1F8F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="247CE33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Becla</w:t>
            </w:r>
            <w:proofErr w:type="spellEnd"/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364C627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="00313A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="0085747A" w:rsidRPr="006432D5" w14:paraId="68FAC271" w14:textId="77777777" w:rsidTr="0D7B4F56">
        <w:trPr>
          <w:trHeight w:val="397"/>
        </w:trPr>
        <w:tc>
          <w:tcPr>
            <w:tcW w:w="5000" w:type="pct"/>
          </w:tcPr>
          <w:p w14:paraId="17BDD5BA" w14:textId="61D39AA1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86E0BCE" w14:textId="2D7E9322" w:rsidR="002C41DE" w:rsidRPr="006432D5" w:rsidRDefault="00313A6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="3EB2CB6C" w:rsidRPr="0D7B4F56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="273D659A" w:rsidRPr="0D7B4F56">
              <w:rPr>
                <w:rFonts w:ascii="Corbel" w:hAnsi="Corbel"/>
                <w:b w:val="0"/>
                <w:smallCaps w:val="0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14:paraId="687DAA40" w14:textId="724961B6" w:rsidR="00EF66FD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="7E0808B2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="2530F61C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24AA9C09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14:paraId="69B268D7" w14:textId="3D291708" w:rsidR="002C41DE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proofErr w:type="spellEnd"/>
            <w:r w:rsidR="1962147E" w:rsidRPr="0D7B4F56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="48E2238F" w:rsidRPr="0D7B4F56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Dornbusch</w:t>
            </w:r>
            <w:proofErr w:type="spellEnd"/>
            <w:r w:rsidR="6FDDD0AE" w:rsidRPr="0D7B4F56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="2D220EA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1B4D0744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="00313A6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36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KSR</w:t>
            </w:r>
            <w:proofErr w:type="spellEnd"/>
            <w:r w:rsidRPr="0D7B4F56">
              <w:rPr>
                <w:rFonts w:ascii="Corbel" w:hAnsi="Corbel"/>
                <w:b w:val="0"/>
                <w:smallCaps w:val="0"/>
              </w:rPr>
              <w:t>).</w:t>
            </w:r>
          </w:p>
          <w:p w14:paraId="7C3DC6A6" w14:textId="1719144A" w:rsidR="002C41DE" w:rsidRPr="008D2457" w:rsidRDefault="40F9CE2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 xml:space="preserve">M. Leszczyńska, Efekty </w:t>
            </w:r>
            <w:proofErr w:type="spellStart"/>
            <w:r w:rsidRPr="008D2457">
              <w:rPr>
                <w:rFonts w:ascii="Corbel" w:hAnsi="Corbel"/>
                <w:b w:val="0"/>
                <w:smallCaps w:val="0"/>
              </w:rPr>
              <w:t>procesow</w:t>
            </w:r>
            <w:proofErr w:type="spellEnd"/>
            <w:r w:rsidRPr="008D2457">
              <w:rPr>
                <w:rFonts w:ascii="Corbel" w:hAnsi="Corbel"/>
                <w:b w:val="0"/>
                <w:smallCaps w:val="0"/>
              </w:rPr>
              <w:t xml:space="preserve"> globalizacyjnych z perspektywy ekonomii rozwoju</w:t>
            </w:r>
            <w:r w:rsidR="0D38DAF2" w:rsidRPr="008D2457">
              <w:rPr>
                <w:rFonts w:ascii="Corbel" w:hAnsi="Corbel"/>
                <w:b w:val="0"/>
                <w:smallCaps w:val="0"/>
              </w:rPr>
              <w:t xml:space="preserve">, </w:t>
            </w:r>
            <w:r w:rsidR="4D38D896" w:rsidRPr="008D2457">
              <w:rPr>
                <w:rFonts w:ascii="Corbel" w:hAnsi="Corbel"/>
                <w:b w:val="0"/>
                <w:smallCaps w:val="0"/>
              </w:rPr>
              <w:t xml:space="preserve">[w:]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Ekonomìka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 v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umovah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globalìzacìï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: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problemi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,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tendencìï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,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perspektivi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: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zbìrnik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materìalìv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III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mìžnarodnoï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naukovo-praktičnoï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ìnternet-konferencìï</w:t>
            </w:r>
            <w:proofErr w:type="spellEnd"/>
            <w:r w:rsidR="6C12461B"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="74F04409" w:rsidRPr="008D2457">
              <w:rPr>
                <w:rFonts w:ascii="Corbel" w:hAnsi="Corbel"/>
                <w:b w:val="0"/>
                <w:smallCaps w:val="0"/>
              </w:rPr>
              <w:t xml:space="preserve">red. </w:t>
            </w:r>
            <w:proofErr w:type="spellStart"/>
            <w:r w:rsidR="74F04409" w:rsidRPr="008D2457">
              <w:rPr>
                <w:rFonts w:ascii="Corbel" w:hAnsi="Corbel"/>
                <w:b w:val="0"/>
                <w:smallCaps w:val="0"/>
              </w:rPr>
              <w:t>V.M</w:t>
            </w:r>
            <w:proofErr w:type="spellEnd"/>
            <w:r w:rsidR="74F04409" w:rsidRPr="008D2457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74F04409" w:rsidRPr="008D2457">
              <w:rPr>
                <w:rFonts w:ascii="Corbel" w:hAnsi="Corbel"/>
                <w:b w:val="0"/>
                <w:smallCaps w:val="0"/>
              </w:rPr>
              <w:t>Sapoval</w:t>
            </w:r>
            <w:proofErr w:type="spellEnd"/>
            <w:r w:rsidR="74F04409" w:rsidRPr="008D2457">
              <w:rPr>
                <w:rFonts w:ascii="Corbel" w:hAnsi="Corbel"/>
                <w:b w:val="0"/>
                <w:smallCaps w:val="0"/>
              </w:rPr>
              <w:t xml:space="preserve">, Dniepropietrowsk: </w:t>
            </w:r>
            <w:proofErr w:type="spellStart"/>
            <w:r w:rsidR="74F04409" w:rsidRPr="008D2457">
              <w:rPr>
                <w:rFonts w:ascii="Corbel" w:hAnsi="Corbel"/>
                <w:b w:val="0"/>
                <w:smallCaps w:val="0"/>
              </w:rPr>
              <w:t>NGU</w:t>
            </w:r>
            <w:proofErr w:type="spellEnd"/>
            <w:r w:rsidR="74F04409" w:rsidRPr="008D2457">
              <w:rPr>
                <w:rFonts w:ascii="Corbel" w:hAnsi="Corbel"/>
                <w:b w:val="0"/>
                <w:smallCaps w:val="0"/>
              </w:rPr>
              <w:t>, s. 291-296.</w:t>
            </w:r>
          </w:p>
        </w:tc>
      </w:tr>
    </w:tbl>
    <w:p w14:paraId="403242BC" w14:textId="77777777" w:rsidR="004F6E50" w:rsidRPr="006432D5" w:rsidRDefault="004F6E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D376C" w14:textId="30657B27" w:rsidR="0085747A" w:rsidRPr="006432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32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0C43F" w14:textId="77777777" w:rsidR="0031074C" w:rsidRDefault="0031074C" w:rsidP="00C16ABF">
      <w:pPr>
        <w:spacing w:after="0" w:line="240" w:lineRule="auto"/>
      </w:pPr>
      <w:r>
        <w:separator/>
      </w:r>
    </w:p>
  </w:endnote>
  <w:endnote w:type="continuationSeparator" w:id="0">
    <w:p w14:paraId="0961E507" w14:textId="77777777" w:rsidR="0031074C" w:rsidRDefault="003107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9DA21" w14:textId="77777777" w:rsidR="0031074C" w:rsidRDefault="0031074C" w:rsidP="00C16ABF">
      <w:pPr>
        <w:spacing w:after="0" w:line="240" w:lineRule="auto"/>
      </w:pPr>
      <w:r>
        <w:separator/>
      </w:r>
    </w:p>
  </w:footnote>
  <w:footnote w:type="continuationSeparator" w:id="0">
    <w:p w14:paraId="005AB051" w14:textId="77777777" w:rsidR="0031074C" w:rsidRDefault="0031074C" w:rsidP="00C16ABF">
      <w:pPr>
        <w:spacing w:after="0" w:line="240" w:lineRule="auto"/>
      </w:pPr>
      <w:r>
        <w:continuationSeparator/>
      </w:r>
    </w:p>
  </w:footnote>
  <w:footnote w:id="1">
    <w:p w14:paraId="14924B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7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D04B0"/>
    <w:rsid w:val="000D20F8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074C"/>
    <w:rsid w:val="00313A6F"/>
    <w:rsid w:val="003151C5"/>
    <w:rsid w:val="003343CF"/>
    <w:rsid w:val="0034264A"/>
    <w:rsid w:val="00346A51"/>
    <w:rsid w:val="00346FE9"/>
    <w:rsid w:val="0034759A"/>
    <w:rsid w:val="003503F6"/>
    <w:rsid w:val="003530DD"/>
    <w:rsid w:val="00363F78"/>
    <w:rsid w:val="003A0A5B"/>
    <w:rsid w:val="003A1176"/>
    <w:rsid w:val="003A1B7C"/>
    <w:rsid w:val="003A7856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5F4"/>
    <w:rsid w:val="0042745A"/>
    <w:rsid w:val="00431D5C"/>
    <w:rsid w:val="004362C6"/>
    <w:rsid w:val="00437FA2"/>
    <w:rsid w:val="004420F8"/>
    <w:rsid w:val="00445970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A3EEA"/>
    <w:rsid w:val="004A4D1F"/>
    <w:rsid w:val="004C282A"/>
    <w:rsid w:val="004D5282"/>
    <w:rsid w:val="004F1551"/>
    <w:rsid w:val="004F55A3"/>
    <w:rsid w:val="004F6E50"/>
    <w:rsid w:val="0050496F"/>
    <w:rsid w:val="00513B6F"/>
    <w:rsid w:val="00516853"/>
    <w:rsid w:val="00517C63"/>
    <w:rsid w:val="00532FB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84519"/>
    <w:rsid w:val="00696477"/>
    <w:rsid w:val="006B06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E1160"/>
    <w:rsid w:val="00AE203C"/>
    <w:rsid w:val="00AE2E74"/>
    <w:rsid w:val="00AE5FCB"/>
    <w:rsid w:val="00AF2875"/>
    <w:rsid w:val="00AF2C1E"/>
    <w:rsid w:val="00AF4BF2"/>
    <w:rsid w:val="00B06142"/>
    <w:rsid w:val="00B135B1"/>
    <w:rsid w:val="00B2050A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C4B"/>
    <w:rsid w:val="00D352C9"/>
    <w:rsid w:val="00D425B2"/>
    <w:rsid w:val="00D428D6"/>
    <w:rsid w:val="00D552B2"/>
    <w:rsid w:val="00D608D1"/>
    <w:rsid w:val="00D612D6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D03AB"/>
    <w:rsid w:val="00ED32D2"/>
    <w:rsid w:val="00EE32DE"/>
    <w:rsid w:val="00EE5457"/>
    <w:rsid w:val="00EF66FD"/>
    <w:rsid w:val="00F070AB"/>
    <w:rsid w:val="00F17567"/>
    <w:rsid w:val="00F25059"/>
    <w:rsid w:val="00F27A7B"/>
    <w:rsid w:val="00F526AF"/>
    <w:rsid w:val="00F53232"/>
    <w:rsid w:val="00F617C3"/>
    <w:rsid w:val="00F7066B"/>
    <w:rsid w:val="00F83B28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594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837AC4-8A91-4025-8C13-28987F102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2963E9-FABA-420D-9651-71F1B286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1855</Words>
  <Characters>11136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Sekcja Jakości i Akr. KNS</cp:lastModifiedBy>
  <cp:revision>37</cp:revision>
  <cp:lastPrinted>2019-02-06T12:12:00Z</cp:lastPrinted>
  <dcterms:created xsi:type="dcterms:W3CDTF">2020-10-22T19:24:00Z</dcterms:created>
  <dcterms:modified xsi:type="dcterms:W3CDTF">2021-09-03T09:33:00Z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